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229D2" w14:textId="77777777" w:rsidR="001B176B" w:rsidRDefault="001B176B" w:rsidP="00764EB8">
      <w:r>
        <w:t>Silke Tausch</w:t>
      </w:r>
    </w:p>
    <w:p w14:paraId="06DB2A9E" w14:textId="5E20A27A" w:rsidR="001B176B" w:rsidRDefault="001B176B" w:rsidP="001B176B">
      <w:r>
        <w:t>Stadtweg 5 | 90453 Nürnberg | Tel.: 0911 12233344445</w:t>
      </w:r>
    </w:p>
    <w:p w14:paraId="20FEB442" w14:textId="77777777" w:rsidR="001B176B" w:rsidRDefault="001B176B" w:rsidP="001B176B">
      <w:r>
        <w:t>Mobil: 0175 123456789 | E-Mail: s.tausch@mailbsp.de</w:t>
      </w:r>
    </w:p>
    <w:p w14:paraId="28E504CA" w14:textId="77777777" w:rsidR="001B176B" w:rsidRDefault="001B176B" w:rsidP="001B176B"/>
    <w:p w14:paraId="2E500154" w14:textId="77777777" w:rsidR="00ED5CC2" w:rsidRDefault="00ED5CC2" w:rsidP="001B176B"/>
    <w:p w14:paraId="4E4FB993" w14:textId="77777777" w:rsidR="00ED5CC2" w:rsidRDefault="00ED5CC2" w:rsidP="001B176B"/>
    <w:p w14:paraId="638F0FDF" w14:textId="77777777" w:rsidR="00ED5CC2" w:rsidRDefault="00ED5CC2" w:rsidP="001B176B"/>
    <w:p w14:paraId="27D33264" w14:textId="77777777" w:rsidR="00764EB8" w:rsidRDefault="00764EB8" w:rsidP="001B176B"/>
    <w:p w14:paraId="66561F0B" w14:textId="77777777" w:rsidR="001B176B" w:rsidRDefault="001B176B" w:rsidP="001B176B">
      <w:r>
        <w:t>Schulungszentrum Kraus</w:t>
      </w:r>
    </w:p>
    <w:p w14:paraId="10F1C563" w14:textId="77777777" w:rsidR="001B176B" w:rsidRDefault="001B176B" w:rsidP="001B176B">
      <w:r>
        <w:t>Frau Michaela Wagner</w:t>
      </w:r>
    </w:p>
    <w:p w14:paraId="262E1905" w14:textId="77777777" w:rsidR="001B176B" w:rsidRDefault="001B176B" w:rsidP="001B176B">
      <w:r>
        <w:t>Waldstraße 1</w:t>
      </w:r>
    </w:p>
    <w:p w14:paraId="5182952E" w14:textId="77777777" w:rsidR="001B176B" w:rsidRDefault="001B176B" w:rsidP="001B176B">
      <w:r>
        <w:t>91054 Erlangen</w:t>
      </w:r>
    </w:p>
    <w:p w14:paraId="081E716C" w14:textId="77777777" w:rsidR="001B176B" w:rsidRDefault="001B176B" w:rsidP="001B176B"/>
    <w:p w14:paraId="12F1F8B4" w14:textId="77777777" w:rsidR="001B176B" w:rsidRDefault="001B176B" w:rsidP="001B176B"/>
    <w:p w14:paraId="19A1E0AD" w14:textId="361C7994" w:rsidR="001B176B" w:rsidRDefault="00ED5CC2" w:rsidP="00057461">
      <w:pPr>
        <w:jc w:val="right"/>
      </w:pPr>
      <w:r>
        <w:t>8.</w:t>
      </w:r>
      <w:r w:rsidR="001B176B">
        <w:t>2.201</w:t>
      </w:r>
      <w:r w:rsidR="00057461">
        <w:t>6</w:t>
      </w:r>
    </w:p>
    <w:p w14:paraId="67DEDB45" w14:textId="77777777" w:rsidR="001B176B" w:rsidRDefault="001B176B" w:rsidP="001B176B"/>
    <w:p w14:paraId="6B8EC3A6" w14:textId="77777777" w:rsidR="001B176B" w:rsidRDefault="001B176B" w:rsidP="001B176B"/>
    <w:p w14:paraId="723513F4" w14:textId="77777777" w:rsidR="001B176B" w:rsidRPr="00057461" w:rsidRDefault="001B176B" w:rsidP="001B176B">
      <w:pPr>
        <w:rPr>
          <w:b/>
        </w:rPr>
      </w:pPr>
      <w:r w:rsidRPr="00057461">
        <w:rPr>
          <w:b/>
        </w:rPr>
        <w:t>Initiativbewerbung als EDV-Trainerin</w:t>
      </w:r>
    </w:p>
    <w:p w14:paraId="5EF4B27C" w14:textId="77777777" w:rsidR="001B176B" w:rsidRDefault="001B176B" w:rsidP="001B176B"/>
    <w:p w14:paraId="6C703090" w14:textId="77777777" w:rsidR="001B176B" w:rsidRDefault="001B176B" w:rsidP="001B176B"/>
    <w:p w14:paraId="794B5FF0" w14:textId="77777777" w:rsidR="001B176B" w:rsidRDefault="001B176B" w:rsidP="001B176B">
      <w:r>
        <w:t>Sehr geehrte Frau Wagner,</w:t>
      </w:r>
    </w:p>
    <w:p w14:paraId="2703E546" w14:textId="77777777" w:rsidR="001B176B" w:rsidRDefault="001B176B" w:rsidP="001B176B"/>
    <w:p w14:paraId="01FA2A6D" w14:textId="3DE7C788" w:rsidR="001B176B" w:rsidRDefault="001B176B" w:rsidP="001B176B">
      <w:r>
        <w:t xml:space="preserve">das Schulungszentrum Kraus ist mir durch </w:t>
      </w:r>
      <w:r w:rsidR="00057461">
        <w:t>die</w:t>
      </w:r>
      <w:r>
        <w:t xml:space="preserve"> Berichterstattung in </w:t>
      </w:r>
      <w:r w:rsidR="00057461">
        <w:t>Print- und Onlinemedien</w:t>
      </w:r>
      <w:r>
        <w:t xml:space="preserve"> b</w:t>
      </w:r>
      <w:r>
        <w:t>e</w:t>
      </w:r>
      <w:r>
        <w:t>kannt. Deshalb</w:t>
      </w:r>
      <w:r w:rsidR="00057461">
        <w:t xml:space="preserve"> </w:t>
      </w:r>
      <w:r>
        <w:t>wende ich mich mit großem Interesse an einer Mitarbeit als Trainerin an Sie.</w:t>
      </w:r>
    </w:p>
    <w:p w14:paraId="5B7F63B4" w14:textId="77777777" w:rsidR="001B176B" w:rsidRDefault="001B176B" w:rsidP="001B176B"/>
    <w:p w14:paraId="64011ABB" w14:textId="14A7A3AF" w:rsidR="001B176B" w:rsidRDefault="001B176B" w:rsidP="001B176B">
      <w:r>
        <w:t xml:space="preserve">Ich bin </w:t>
      </w:r>
      <w:r w:rsidR="00057461">
        <w:t>43</w:t>
      </w:r>
      <w:r>
        <w:t xml:space="preserve"> Jahre alt und Diplom-Informatikerin. Nach langjähriger Berufstätigkeit</w:t>
      </w:r>
      <w:r w:rsidR="00057461">
        <w:t xml:space="preserve"> </w:t>
      </w:r>
      <w:r>
        <w:t>im IT-Management verschiedener Unternehmen plane ich eine berufliche Neuausrichtung. Zuk</w:t>
      </w:r>
      <w:r w:rsidR="00057461">
        <w:t>ü</w:t>
      </w:r>
      <w:r>
        <w:t>nftig</w:t>
      </w:r>
      <w:r w:rsidR="00057461">
        <w:t xml:space="preserve"> </w:t>
      </w:r>
      <w:r>
        <w:t>möchte ich mein umfangreiches EDV-Fachwissen und meine Fähigkeiten im Management</w:t>
      </w:r>
      <w:r w:rsidR="00057461">
        <w:t xml:space="preserve"> </w:t>
      </w:r>
      <w:r>
        <w:t>von IT-Projekten gern weitergeben.</w:t>
      </w:r>
    </w:p>
    <w:p w14:paraId="4120CFD9" w14:textId="77777777" w:rsidR="001B176B" w:rsidRDefault="001B176B" w:rsidP="001B176B"/>
    <w:p w14:paraId="619CB38B" w14:textId="7D6C7C77" w:rsidR="001B176B" w:rsidRDefault="001B176B" w:rsidP="001B176B">
      <w:r>
        <w:t xml:space="preserve">Erfahrungen in der Wissensvermittlung konnte ich in zahlreichen </w:t>
      </w:r>
      <w:proofErr w:type="spellStart"/>
      <w:r>
        <w:t>Inhouse</w:t>
      </w:r>
      <w:proofErr w:type="spellEnd"/>
      <w:r>
        <w:t>-Schulungen sammeln,</w:t>
      </w:r>
      <w:r w:rsidR="00057461">
        <w:t xml:space="preserve"> </w:t>
      </w:r>
      <w:r>
        <w:t>die ich f</w:t>
      </w:r>
      <w:r w:rsidR="00057461">
        <w:t>ü</w:t>
      </w:r>
      <w:r>
        <w:t>r Mitarbeiter und F</w:t>
      </w:r>
      <w:r w:rsidR="00057461">
        <w:t>ü</w:t>
      </w:r>
      <w:r>
        <w:t>hrungskr</w:t>
      </w:r>
      <w:r w:rsidR="00057461">
        <w:t>ä</w:t>
      </w:r>
      <w:r>
        <w:t>fte konzipiert und durchgef</w:t>
      </w:r>
      <w:r w:rsidR="00057461">
        <w:t>ü</w:t>
      </w:r>
      <w:r>
        <w:t>hrt habe. Meine Vorgeset</w:t>
      </w:r>
      <w:r>
        <w:t>z</w:t>
      </w:r>
      <w:r>
        <w:t>ten</w:t>
      </w:r>
      <w:r w:rsidR="00057461">
        <w:t xml:space="preserve"> </w:t>
      </w:r>
      <w:r>
        <w:t>und Kollegen schätzen an mir, dass ich komplexe Sachverhalte einfach und verständlich e</w:t>
      </w:r>
      <w:r>
        <w:t>r</w:t>
      </w:r>
      <w:r>
        <w:t>klären</w:t>
      </w:r>
      <w:r w:rsidR="00057461">
        <w:t xml:space="preserve"> </w:t>
      </w:r>
      <w:r>
        <w:t>kann. Ich arbeite ruhig, zuverlässig und gewissenhaft.</w:t>
      </w:r>
    </w:p>
    <w:p w14:paraId="22D2A168" w14:textId="77777777" w:rsidR="001B176B" w:rsidRDefault="001B176B" w:rsidP="001B176B"/>
    <w:p w14:paraId="1F39A0D2" w14:textId="4B2EB1E9" w:rsidR="001B176B" w:rsidRDefault="001B176B" w:rsidP="001B176B">
      <w:r>
        <w:t>Aktuell bin ich in ungek</w:t>
      </w:r>
      <w:r w:rsidR="00057461">
        <w:t>ü</w:t>
      </w:r>
      <w:r>
        <w:t>ndigter Stellung als IT-Koordinatorin tätig. Ich bitte Sie deshalb um</w:t>
      </w:r>
      <w:r w:rsidR="00057461">
        <w:t xml:space="preserve"> </w:t>
      </w:r>
      <w:r>
        <w:t>eine diskrete Behandlung meiner Bewerbung. Unter Ber</w:t>
      </w:r>
      <w:r w:rsidR="00057461">
        <w:t>ü</w:t>
      </w:r>
      <w:r>
        <w:t>cksichtigung meiner K</w:t>
      </w:r>
      <w:r w:rsidR="00057461">
        <w:t>ü</w:t>
      </w:r>
      <w:r>
        <w:t>ndigungsfrist</w:t>
      </w:r>
      <w:r w:rsidR="00057461">
        <w:t xml:space="preserve"> </w:t>
      </w:r>
      <w:r>
        <w:t xml:space="preserve">könnte ich Ihnen zum 1. </w:t>
      </w:r>
      <w:r w:rsidR="00057461">
        <w:t>Juli</w:t>
      </w:r>
      <w:r>
        <w:t xml:space="preserve"> 201</w:t>
      </w:r>
      <w:r w:rsidR="00057461">
        <w:t>6</w:t>
      </w:r>
      <w:r>
        <w:t xml:space="preserve"> zur Verf</w:t>
      </w:r>
      <w:r w:rsidR="00057461">
        <w:t>ü</w:t>
      </w:r>
      <w:r>
        <w:t>gung stehen.</w:t>
      </w:r>
    </w:p>
    <w:p w14:paraId="0586EA00" w14:textId="77777777" w:rsidR="001B176B" w:rsidRDefault="001B176B" w:rsidP="001B176B"/>
    <w:p w14:paraId="7CE45719" w14:textId="7DA1C39A" w:rsidR="001B176B" w:rsidRDefault="001B176B" w:rsidP="001B176B">
      <w:r>
        <w:t>Habe ich Ihr Interesse geweckt? F</w:t>
      </w:r>
      <w:r w:rsidR="00057461">
        <w:t>ü</w:t>
      </w:r>
      <w:r>
        <w:t>r weitere Fragen erreichen Sie mich am besten ab 18.00 Uhr</w:t>
      </w:r>
      <w:r w:rsidR="00057461">
        <w:t xml:space="preserve"> </w:t>
      </w:r>
      <w:r>
        <w:t xml:space="preserve">auf meinem Handy bzw. </w:t>
      </w:r>
      <w:r w:rsidR="00ED5CC2">
        <w:t>per</w:t>
      </w:r>
      <w:r>
        <w:t xml:space="preserve"> E-Mail. Ich freue mich auf Ihre Antwort.</w:t>
      </w:r>
    </w:p>
    <w:p w14:paraId="23CBC5F6" w14:textId="77777777" w:rsidR="001B176B" w:rsidRDefault="001B176B" w:rsidP="001B176B"/>
    <w:p w14:paraId="5EEE53C4" w14:textId="624A1B9B" w:rsidR="001B176B" w:rsidRDefault="001B176B" w:rsidP="001B176B">
      <w:r>
        <w:t>Mit freundlichen Grüßen</w:t>
      </w:r>
    </w:p>
    <w:p w14:paraId="7D70FDF3" w14:textId="77777777" w:rsidR="00ED5CC2" w:rsidRDefault="00ED5CC2" w:rsidP="001B176B"/>
    <w:p w14:paraId="329AD342" w14:textId="78106AFB" w:rsidR="0095639B" w:rsidRPr="00A008C4" w:rsidRDefault="001B176B" w:rsidP="001B176B">
      <w:pPr>
        <w:pStyle w:val="UnterschriftName"/>
        <w:rPr>
          <w:rFonts w:ascii="Lucida Handwriting" w:hAnsi="Lucida Handwriting"/>
        </w:rPr>
      </w:pPr>
      <w:bookmarkStart w:id="0" w:name="_GoBack"/>
      <w:r w:rsidRPr="00A008C4">
        <w:rPr>
          <w:rFonts w:ascii="Lucida Handwriting" w:hAnsi="Lucida Handwriting"/>
        </w:rPr>
        <w:t>Silke Tausch</w:t>
      </w:r>
      <w:bookmarkEnd w:id="0"/>
    </w:p>
    <w:sectPr w:rsidR="0095639B" w:rsidRPr="00A008C4" w:rsidSect="00764EB8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B273C" w14:textId="77777777" w:rsidR="001B176B" w:rsidRDefault="001B176B" w:rsidP="00D04998">
      <w:pPr>
        <w:spacing w:line="240" w:lineRule="auto"/>
      </w:pPr>
      <w:r>
        <w:separator/>
      </w:r>
    </w:p>
  </w:endnote>
  <w:endnote w:type="continuationSeparator" w:id="0">
    <w:p w14:paraId="44007B12" w14:textId="77777777" w:rsidR="001B176B" w:rsidRDefault="001B176B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00000287" w:usb1="00000000" w:usb2="00000000" w:usb3="00000000" w:csb0="0000009F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19D15" w14:textId="77777777" w:rsidR="001B176B" w:rsidRDefault="001B176B" w:rsidP="00D04998">
      <w:pPr>
        <w:spacing w:line="240" w:lineRule="auto"/>
      </w:pPr>
      <w:r>
        <w:separator/>
      </w:r>
    </w:p>
  </w:footnote>
  <w:footnote w:type="continuationSeparator" w:id="0">
    <w:p w14:paraId="0E955EC2" w14:textId="77777777" w:rsidR="001B176B" w:rsidRDefault="001B176B" w:rsidP="00D0499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057461"/>
    <w:rsid w:val="000B1FA9"/>
    <w:rsid w:val="000D0FC8"/>
    <w:rsid w:val="00124892"/>
    <w:rsid w:val="001A165F"/>
    <w:rsid w:val="001B176B"/>
    <w:rsid w:val="0021238A"/>
    <w:rsid w:val="00327334"/>
    <w:rsid w:val="00370185"/>
    <w:rsid w:val="003B7D74"/>
    <w:rsid w:val="0040444D"/>
    <w:rsid w:val="004F0647"/>
    <w:rsid w:val="005B4A0E"/>
    <w:rsid w:val="00631380"/>
    <w:rsid w:val="006D3345"/>
    <w:rsid w:val="006F5C84"/>
    <w:rsid w:val="00764EB8"/>
    <w:rsid w:val="00770743"/>
    <w:rsid w:val="007C371D"/>
    <w:rsid w:val="008D2E71"/>
    <w:rsid w:val="008D76FD"/>
    <w:rsid w:val="0095639B"/>
    <w:rsid w:val="009D01B1"/>
    <w:rsid w:val="00A008C4"/>
    <w:rsid w:val="00A479D8"/>
    <w:rsid w:val="00A66DEC"/>
    <w:rsid w:val="00AB6AAA"/>
    <w:rsid w:val="00AE72C8"/>
    <w:rsid w:val="00AE78BD"/>
    <w:rsid w:val="00B14BB3"/>
    <w:rsid w:val="00B46EB9"/>
    <w:rsid w:val="00B65920"/>
    <w:rsid w:val="00C841F7"/>
    <w:rsid w:val="00CC6031"/>
    <w:rsid w:val="00CC7DA6"/>
    <w:rsid w:val="00D04998"/>
    <w:rsid w:val="00DF19CD"/>
    <w:rsid w:val="00DF7E68"/>
    <w:rsid w:val="00E37989"/>
    <w:rsid w:val="00EA037D"/>
    <w:rsid w:val="00EB3170"/>
    <w:rsid w:val="00ED5CC2"/>
    <w:rsid w:val="00F1444A"/>
    <w:rsid w:val="00F339CC"/>
    <w:rsid w:val="00F637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F5C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764EB8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764EB8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764EB8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764EB8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76C8DB02</Template>
  <TotalTime>0</TotalTime>
  <Pages>1</Pages>
  <Words>209</Words>
  <Characters>1323</Characters>
  <Application>Microsoft Office Word</Application>
  <DocSecurity>0</DocSecurity>
  <Lines>11</Lines>
  <Paragraphs>3</Paragraphs>
  <ScaleCrop>false</ScaleCrop>
  <Company>F G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2015-11-10T08:47:00Z</cp:lastPrinted>
  <dcterms:created xsi:type="dcterms:W3CDTF">2015-11-10T08:47:00Z</dcterms:created>
  <dcterms:modified xsi:type="dcterms:W3CDTF">2016-02-02T07:58:00Z</dcterms:modified>
</cp:coreProperties>
</file>